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9C68E6">
      <w:pPr>
        <w:spacing w:before="1200" w:after="2400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69A0DF2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2974AF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2974AF">
        <w:rPr>
          <w:rStyle w:val="Strong"/>
          <w:rFonts w:asciiTheme="minorHAnsi" w:hAnsiTheme="minorHAnsi" w:cstheme="minorHAnsi"/>
          <w:lang w:val="en-GB"/>
        </w:rPr>
        <w:t>Q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9C68E6">
        <w:rPr>
          <w:rStyle w:val="Strong"/>
          <w:rFonts w:asciiTheme="minorHAnsi" w:hAnsiTheme="minorHAnsi" w:cstheme="minorHAnsi"/>
          <w:lang w:val="en-GB"/>
        </w:rPr>
        <w:t xml:space="preserve"> 23-SS009-22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0F25FC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4BDD4D5" w:rsidR="00B0293A" w:rsidRPr="00532E97" w:rsidRDefault="0023508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903532">
              <w:rPr>
                <w:rFonts w:ascii="Calibri" w:hAnsi="Calibri"/>
                <w:szCs w:val="20"/>
              </w:rPr>
              <w:t>/09/22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C93F754" w:rsidR="00B0293A" w:rsidRPr="00B0293A" w:rsidRDefault="00903532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30/09/22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59BBB2CF" w:rsidR="00B0293A" w:rsidRPr="00532E97" w:rsidRDefault="0090353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357DFC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/10/22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CE0B8A6" w:rsidR="00B0293A" w:rsidRPr="00B0293A" w:rsidRDefault="0023508F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 17</w:t>
            </w:r>
            <w:r w:rsidR="00903532">
              <w:rPr>
                <w:rFonts w:ascii="Calibri" w:hAnsi="Calibri"/>
                <w:szCs w:val="20"/>
                <w:highlight w:val="yellow"/>
              </w:rPr>
              <w:t>/10/22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2DB81B32" w:rsidR="00B0293A" w:rsidRPr="00B0293A" w:rsidRDefault="00903532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268" w:type="dxa"/>
            <w:shd w:val="clear" w:color="auto" w:fill="auto"/>
          </w:tcPr>
          <w:p w14:paraId="2D6F368F" w14:textId="53447846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6557B49" w:rsidR="00B0293A" w:rsidRPr="00532E97" w:rsidRDefault="0023508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903532">
              <w:rPr>
                <w:rFonts w:ascii="Calibri" w:hAnsi="Calibri"/>
                <w:szCs w:val="20"/>
              </w:rPr>
              <w:t>/10/22</w:t>
            </w:r>
          </w:p>
        </w:tc>
      </w:tr>
      <w:tr w:rsidR="00903532" w:rsidRPr="00A33618" w14:paraId="5C29A27B" w14:textId="77777777" w:rsidTr="00F9710B">
        <w:tc>
          <w:tcPr>
            <w:tcW w:w="4673" w:type="dxa"/>
            <w:shd w:val="clear" w:color="auto" w:fill="auto"/>
          </w:tcPr>
          <w:p w14:paraId="7A27A06D" w14:textId="40CF63FE" w:rsidR="00903532" w:rsidRPr="00B0293A" w:rsidRDefault="00903532" w:rsidP="0090353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5D425F3F" w14:textId="6F3BD113" w:rsidR="00903532" w:rsidRPr="00690137" w:rsidRDefault="00903532" w:rsidP="0090353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64CD238" w14:textId="290F536D" w:rsidR="00903532" w:rsidRPr="00532E97" w:rsidRDefault="0023508F" w:rsidP="0090353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903532">
              <w:rPr>
                <w:rFonts w:ascii="Calibri" w:hAnsi="Calibri"/>
                <w:szCs w:val="20"/>
              </w:rPr>
              <w:t>/10/22</w:t>
            </w:r>
          </w:p>
        </w:tc>
      </w:tr>
      <w:tr w:rsidR="00903532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903532" w:rsidRPr="00B0293A" w:rsidRDefault="00903532" w:rsidP="0090353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903532" w:rsidRPr="00690137" w:rsidRDefault="00903532" w:rsidP="0090353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E93E7A7" w:rsidR="00903532" w:rsidRPr="00532E97" w:rsidRDefault="00357DFC" w:rsidP="0090353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903532">
              <w:rPr>
                <w:rFonts w:ascii="Calibri" w:hAnsi="Calibri"/>
                <w:szCs w:val="20"/>
              </w:rPr>
              <w:t>/10/22</w:t>
            </w:r>
          </w:p>
        </w:tc>
      </w:tr>
      <w:tr w:rsidR="00903532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903532" w:rsidRPr="00B0293A" w:rsidRDefault="00903532" w:rsidP="0090353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903532" w:rsidRPr="00690137" w:rsidRDefault="00903532" w:rsidP="0090353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C429936" w:rsidR="00903532" w:rsidRPr="00532E97" w:rsidRDefault="00357DFC" w:rsidP="0090353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903532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903532">
              <w:rPr>
                <w:rFonts w:ascii="Calibri" w:hAnsi="Calibri"/>
                <w:szCs w:val="20"/>
              </w:rPr>
              <w:t>/22</w:t>
            </w:r>
          </w:p>
        </w:tc>
      </w:tr>
      <w:tr w:rsidR="00903532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903532" w:rsidRPr="00B0293A" w:rsidRDefault="00903532" w:rsidP="0090353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903532" w:rsidRPr="00690137" w:rsidRDefault="00903532" w:rsidP="0090353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5E7EC3D" w:rsidR="00903532" w:rsidRPr="00532E97" w:rsidRDefault="00357DFC" w:rsidP="0090353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903532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903532">
              <w:rPr>
                <w:rFonts w:ascii="Calibri" w:hAnsi="Calibri"/>
                <w:szCs w:val="20"/>
              </w:rPr>
              <w:t>/22</w:t>
            </w:r>
          </w:p>
        </w:tc>
      </w:tr>
      <w:tr w:rsidR="00903532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903532" w:rsidRPr="00B0293A" w:rsidRDefault="00903532" w:rsidP="0090353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903532" w:rsidRPr="00690137" w:rsidRDefault="00903532" w:rsidP="0090353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08750BB4" w:rsidR="00903532" w:rsidRPr="00532E97" w:rsidRDefault="00357DFC" w:rsidP="0090353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903532">
              <w:rPr>
                <w:rFonts w:ascii="Calibri" w:hAnsi="Calibri"/>
                <w:szCs w:val="20"/>
              </w:rPr>
              <w:t>/11/22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A2D62" w14:textId="77777777" w:rsidR="00804F35" w:rsidRDefault="00804F35">
      <w:r>
        <w:separator/>
      </w:r>
    </w:p>
  </w:endnote>
  <w:endnote w:type="continuationSeparator" w:id="0">
    <w:p w14:paraId="12478F08" w14:textId="77777777" w:rsidR="00804F35" w:rsidRDefault="00804F35">
      <w:r>
        <w:continuationSeparator/>
      </w:r>
    </w:p>
  </w:endnote>
  <w:endnote w:type="continuationNotice" w:id="1">
    <w:p w14:paraId="5E36BFF9" w14:textId="77777777" w:rsidR="00804F35" w:rsidRDefault="00804F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5365E0DE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3508F" w:rsidRPr="0023508F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3508F" w:rsidRPr="0023508F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F3C270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57DFC">
      <w:rPr>
        <w:noProof/>
      </w:rPr>
      <w:t>2022-09-22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A330F" w14:textId="77777777" w:rsidR="00804F35" w:rsidRDefault="00804F35">
      <w:r>
        <w:separator/>
      </w:r>
    </w:p>
  </w:footnote>
  <w:footnote w:type="continuationSeparator" w:id="0">
    <w:p w14:paraId="38C02CF0" w14:textId="77777777" w:rsidR="00804F35" w:rsidRDefault="00804F35">
      <w:r>
        <w:continuationSeparator/>
      </w:r>
    </w:p>
  </w:footnote>
  <w:footnote w:type="continuationNotice" w:id="1">
    <w:p w14:paraId="7B1D9A84" w14:textId="77777777" w:rsidR="00804F35" w:rsidRDefault="00804F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5426BC7B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9C68E6">
      <w:rPr>
        <w:rFonts w:asciiTheme="minorHAnsi" w:hAnsiTheme="minorHAnsi" w:cs="Calibri"/>
        <w:sz w:val="20"/>
      </w:rPr>
      <w:t>RFQ-09/20-2022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876798">
    <w:abstractNumId w:val="1"/>
  </w:num>
  <w:num w:numId="2" w16cid:durableId="1988391177">
    <w:abstractNumId w:val="10"/>
  </w:num>
  <w:num w:numId="3" w16cid:durableId="1347057468">
    <w:abstractNumId w:val="11"/>
  </w:num>
  <w:num w:numId="4" w16cid:durableId="1527018065">
    <w:abstractNumId w:val="4"/>
  </w:num>
  <w:num w:numId="5" w16cid:durableId="24065187">
    <w:abstractNumId w:val="3"/>
  </w:num>
  <w:num w:numId="6" w16cid:durableId="43989987">
    <w:abstractNumId w:val="7"/>
  </w:num>
  <w:num w:numId="7" w16cid:durableId="933050504">
    <w:abstractNumId w:val="5"/>
  </w:num>
  <w:num w:numId="8" w16cid:durableId="1194609735">
    <w:abstractNumId w:val="9"/>
  </w:num>
  <w:num w:numId="9" w16cid:durableId="1745563823">
    <w:abstractNumId w:val="0"/>
  </w:num>
  <w:num w:numId="10" w16cid:durableId="1224682562">
    <w:abstractNumId w:val="8"/>
  </w:num>
  <w:num w:numId="11" w16cid:durableId="851652223">
    <w:abstractNumId w:val="2"/>
  </w:num>
  <w:num w:numId="12" w16cid:durableId="11541810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08F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57DFC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09AD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387D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579B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4F35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6D1F"/>
    <w:rsid w:val="008F78D8"/>
    <w:rsid w:val="00901608"/>
    <w:rsid w:val="00901AE8"/>
    <w:rsid w:val="009024E8"/>
    <w:rsid w:val="009025FA"/>
    <w:rsid w:val="00902A72"/>
    <w:rsid w:val="00902D72"/>
    <w:rsid w:val="0090353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8E6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DC7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4F57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1A569A-A917-4B17-A0DA-65D126DF7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7</cp:revision>
  <cp:lastPrinted>2013-10-18T08:32:00Z</cp:lastPrinted>
  <dcterms:created xsi:type="dcterms:W3CDTF">2022-09-19T02:17:00Z</dcterms:created>
  <dcterms:modified xsi:type="dcterms:W3CDTF">2022-09-21T23:18:00Z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